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C49" w:rsidRDefault="00681C49" w:rsidP="004256F7">
      <w:pPr>
        <w:spacing w:after="0"/>
        <w:jc w:val="center"/>
        <w:rPr>
          <w:rFonts w:ascii="Comic Sans MS" w:hAnsi="Comic Sans MS"/>
          <w:sz w:val="28"/>
          <w:szCs w:val="28"/>
          <w:u w:val="single"/>
        </w:rPr>
      </w:pPr>
      <w:r w:rsidRPr="004256F7">
        <w:rPr>
          <w:rFonts w:ascii="Comic Sans MS" w:hAnsi="Comic Sans MS"/>
          <w:sz w:val="28"/>
          <w:szCs w:val="28"/>
          <w:u w:val="single"/>
        </w:rPr>
        <w:t>Taller de léxico : « Actividades cotidianas »</w:t>
      </w:r>
    </w:p>
    <w:p w:rsidR="00681C49" w:rsidRDefault="00681C49" w:rsidP="004256F7">
      <w:pPr>
        <w:spacing w:after="0"/>
        <w:jc w:val="center"/>
        <w:rPr>
          <w:rFonts w:ascii="Comic Sans MS" w:hAnsi="Comic Sans MS"/>
          <w:sz w:val="28"/>
          <w:szCs w:val="28"/>
          <w:u w:val="single"/>
        </w:rPr>
      </w:pPr>
    </w:p>
    <w:p w:rsidR="00681C49" w:rsidRDefault="00681C49" w:rsidP="004256F7">
      <w:pPr>
        <w:spacing w:after="0"/>
        <w:rPr>
          <w:rFonts w:ascii="Comic Sans MS" w:hAnsi="Comic Sans MS"/>
          <w:b/>
        </w:rPr>
      </w:pPr>
      <w:r w:rsidRPr="004256F7">
        <w:rPr>
          <w:rFonts w:ascii="Times New Roman" w:hAnsi="Times New Roman"/>
          <w:sz w:val="28"/>
          <w:szCs w:val="28"/>
        </w:rPr>
        <w:t>►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56F7">
        <w:rPr>
          <w:rFonts w:ascii="Comic Sans MS" w:hAnsi="Comic Sans MS"/>
          <w:b/>
        </w:rPr>
        <w:t>Aquí tienes el programa diario de Alfonso. Asocia cada dibujo con el verbo correspondiente</w:t>
      </w:r>
      <w:r>
        <w:rPr>
          <w:rFonts w:ascii="Comic Sans MS" w:hAnsi="Comic Sans MS"/>
          <w:b/>
        </w:rPr>
        <w:t> :</w:t>
      </w:r>
    </w:p>
    <w:p w:rsidR="00681C49" w:rsidRDefault="00681C49" w:rsidP="000B4453">
      <w:pPr>
        <w:spacing w:after="0"/>
        <w:rPr>
          <w:rFonts w:ascii="Comic Sans MS" w:hAnsi="Comic Sans MS"/>
        </w:rPr>
      </w:pPr>
      <w:r>
        <w:rPr>
          <w:rFonts w:ascii="Comic Sans MS" w:hAnsi="Comic Sans MS"/>
          <w:sz w:val="24"/>
          <w:szCs w:val="24"/>
        </w:rPr>
        <w:tab/>
      </w:r>
      <w:r w:rsidRPr="000B4453">
        <w:rPr>
          <w:rFonts w:ascii="Comic Sans MS" w:hAnsi="Comic Sans MS"/>
        </w:rPr>
        <w:t>Acostarse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desayunar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vestirse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hacer los deberes</w:t>
      </w:r>
    </w:p>
    <w:p w:rsidR="00681C49" w:rsidRDefault="00681C49" w:rsidP="000B4453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ab/>
        <w:t>Levantarse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ducharse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llegar al colegio</w:t>
      </w:r>
      <w:r>
        <w:rPr>
          <w:rFonts w:ascii="Comic Sans MS" w:hAnsi="Comic Sans MS"/>
        </w:rPr>
        <w:tab/>
        <w:t>lavarse los dientes</w:t>
      </w:r>
    </w:p>
    <w:p w:rsidR="00681C49" w:rsidRDefault="00681C49" w:rsidP="000B4453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ab/>
        <w:t>Peinarse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empezar las clases</w:t>
      </w:r>
      <w:r>
        <w:rPr>
          <w:rFonts w:ascii="Comic Sans MS" w:hAnsi="Comic Sans MS"/>
        </w:rPr>
        <w:tab/>
        <w:t>comer/almorzar</w:t>
      </w:r>
      <w:r>
        <w:rPr>
          <w:rFonts w:ascii="Comic Sans MS" w:hAnsi="Comic Sans MS"/>
        </w:rPr>
        <w:tab/>
        <w:t>salir de casa</w:t>
      </w:r>
    </w:p>
    <w:p w:rsidR="00681C49" w:rsidRDefault="00681C49" w:rsidP="000B4453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ab/>
        <w:t>Volver a casa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cenar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ver la tele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despertarse</w:t>
      </w:r>
    </w:p>
    <w:p w:rsidR="00681C49" w:rsidRPr="000B4453" w:rsidRDefault="00681C49" w:rsidP="000B4453">
      <w:pPr>
        <w:spacing w:after="0"/>
        <w:rPr>
          <w:rFonts w:ascii="Comic Sans MS" w:hAnsi="Comic Sans MS"/>
        </w:rPr>
      </w:pPr>
    </w:p>
    <w:p w:rsidR="00681C49" w:rsidRDefault="00681C49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67.5pt;margin-top:100.3pt;width:47.25pt;height:17.55pt;z-index:251659264">
            <v:textbox>
              <w:txbxContent>
                <w:p w:rsidR="00681C49" w:rsidRPr="004256F7" w:rsidRDefault="00681C49" w:rsidP="004256F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7h40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7" type="#_x0000_t202" style="position:absolute;margin-left:192.5pt;margin-top:100.3pt;width:47.25pt;height:17.55pt;z-index:251658240">
            <v:textbox>
              <w:txbxContent>
                <w:p w:rsidR="00681C49" w:rsidRPr="004256F7" w:rsidRDefault="00681C49" w:rsidP="004256F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7h25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8" type="#_x0000_t202" style="position:absolute;margin-left:65.25pt;margin-top:99.95pt;width:47.25pt;height:17.55pt;z-index:251657216">
            <v:textbox>
              <w:txbxContent>
                <w:p w:rsidR="00681C49" w:rsidRPr="004256F7" w:rsidRDefault="00681C49" w:rsidP="004256F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7h15</w:t>
                  </w:r>
                </w:p>
              </w:txbxContent>
            </v:textbox>
          </v:shape>
        </w:pict>
      </w:r>
      <w:r>
        <w:t xml:space="preserve">  </w:t>
      </w:r>
      <w:r w:rsidRPr="00E74216"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i1025" type="#_x0000_t75" alt="accionescotidianas(2).tif" style="width:105pt;height:117.75pt;visibility:visible">
            <v:imagedata r:id="rId5" o:title=""/>
          </v:shape>
        </w:pict>
      </w:r>
      <w:r>
        <w:t xml:space="preserve">     </w:t>
      </w:r>
      <w:r w:rsidRPr="00E74216">
        <w:rPr>
          <w:noProof/>
          <w:lang w:eastAsia="fr-FR"/>
        </w:rPr>
        <w:pict>
          <v:shape id="Image 3" o:spid="_x0000_i1026" type="#_x0000_t75" alt="accionescotidianas(3).tif" style="width:118.5pt;height:117.75pt;visibility:visible">
            <v:imagedata r:id="rId6" o:title=""/>
          </v:shape>
        </w:pict>
      </w:r>
      <w:r>
        <w:tab/>
        <w:t xml:space="preserve">     </w:t>
      </w:r>
      <w:r w:rsidRPr="00E74216">
        <w:rPr>
          <w:noProof/>
          <w:lang w:eastAsia="fr-FR"/>
        </w:rPr>
        <w:pict>
          <v:shape id="Image 4" o:spid="_x0000_i1027" type="#_x0000_t75" alt="accionescotidianas(8).tif" style="width:118.5pt;height:111.75pt;visibility:visible">
            <v:imagedata r:id="rId7" o:title=""/>
          </v:shape>
        </w:pict>
      </w:r>
      <w:r>
        <w:tab/>
        <w:t xml:space="preserve">  </w:t>
      </w:r>
      <w:r w:rsidRPr="00E74216">
        <w:rPr>
          <w:noProof/>
          <w:lang w:eastAsia="fr-FR"/>
        </w:rPr>
        <w:pict>
          <v:shape id="Image 5" o:spid="_x0000_i1028" type="#_x0000_t75" alt="accionescotidianas(4).tif" style="width:120pt;height:111.75pt;visibility:visible">
            <v:imagedata r:id="rId8" o:title=""/>
          </v:shape>
        </w:pict>
      </w:r>
    </w:p>
    <w:p w:rsidR="00681C49" w:rsidRDefault="00681C49">
      <w:r>
        <w:t xml:space="preserve">   …………………………………..      ……………………………………….        ……………………………………….       ………………………………………..</w:t>
      </w:r>
    </w:p>
    <w:p w:rsidR="00681C49" w:rsidRDefault="00681C49">
      <w:r>
        <w:rPr>
          <w:noProof/>
          <w:lang w:eastAsia="fr-FR"/>
        </w:rPr>
        <w:pict>
          <v:shape id="_x0000_s1029" type="#_x0000_t202" style="position:absolute;margin-left:456.5pt;margin-top:98.2pt;width:47.25pt;height:17.55pt;z-index:251652096">
            <v:textbox>
              <w:txbxContent>
                <w:p w:rsidR="00681C49" w:rsidRPr="004256F7" w:rsidRDefault="00681C49" w:rsidP="004256F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8h00</w:t>
                  </w:r>
                </w:p>
              </w:txbxContent>
            </v:textbox>
          </v:shape>
        </w:pict>
      </w:r>
      <w:r w:rsidRPr="00E74216">
        <w:rPr>
          <w:noProof/>
          <w:lang w:eastAsia="fr-FR"/>
        </w:rPr>
        <w:pict>
          <v:shape id="Image 6" o:spid="_x0000_i1029" type="#_x0000_t75" alt="accionescotidianas(5).tif" style="width:106.5pt;height:111pt;visibility:visible">
            <v:imagedata r:id="rId9" o:title=""/>
          </v:shape>
        </w:pict>
      </w:r>
      <w:r>
        <w:t xml:space="preserve">    </w:t>
      </w:r>
      <w:r w:rsidRPr="00E74216">
        <w:rPr>
          <w:noProof/>
          <w:lang w:eastAsia="fr-FR"/>
        </w:rPr>
        <w:pict>
          <v:shape id="Image 7" o:spid="_x0000_i1030" type="#_x0000_t75" alt="accionescotidianas(6).tif" style="width:118.5pt;height:111.75pt;visibility:visible">
            <v:imagedata r:id="rId10" o:title=""/>
          </v:shape>
        </w:pict>
      </w:r>
      <w:r>
        <w:t xml:space="preserve">     </w:t>
      </w:r>
      <w:r w:rsidRPr="00E74216">
        <w:rPr>
          <w:noProof/>
          <w:lang w:eastAsia="fr-FR"/>
        </w:rPr>
        <w:pict>
          <v:shape id="Image 8" o:spid="_x0000_i1031" type="#_x0000_t75" alt="accionescotidianas(7).tif" style="width:118.5pt;height:111.75pt;visibility:visible">
            <v:imagedata r:id="rId11" o:title=""/>
          </v:shape>
        </w:pict>
      </w:r>
      <w:r>
        <w:t xml:space="preserve">        </w:t>
      </w:r>
      <w:r w:rsidRPr="00E74216">
        <w:rPr>
          <w:noProof/>
          <w:lang w:eastAsia="fr-FR"/>
        </w:rPr>
        <w:pict>
          <v:shape id="Image 9" o:spid="_x0000_i1032" type="#_x0000_t75" alt="accionescotidianas(9).tif" style="width:120pt;height:111.75pt;visibility:visible">
            <v:imagedata r:id="rId12" o:title=""/>
          </v:shape>
        </w:pict>
      </w:r>
    </w:p>
    <w:p w:rsidR="00681C49" w:rsidRDefault="00681C49">
      <w:r>
        <w:t>…………………………………...     …………………………………………      ………………………………………..        …………………………………………</w:t>
      </w:r>
    </w:p>
    <w:p w:rsidR="00681C49" w:rsidRDefault="00681C49">
      <w:r>
        <w:rPr>
          <w:noProof/>
          <w:lang w:eastAsia="fr-FR"/>
        </w:rPr>
        <w:pict>
          <v:shape id="_x0000_s1030" type="#_x0000_t202" style="position:absolute;margin-left:445.5pt;margin-top:92.7pt;width:47.25pt;height:17.55pt;z-index:251656192">
            <v:textbox>
              <w:txbxContent>
                <w:p w:rsidR="00681C49" w:rsidRPr="004256F7" w:rsidRDefault="00681C49" w:rsidP="004256F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15h30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1" type="#_x0000_t202" style="position:absolute;margin-left:313.5pt;margin-top:92.7pt;width:47.25pt;height:17.55pt;z-index:251655168">
            <v:textbox>
              <w:txbxContent>
                <w:p w:rsidR="00681C49" w:rsidRPr="004256F7" w:rsidRDefault="00681C49" w:rsidP="004256F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14</w:t>
                  </w:r>
                  <w:r w:rsidRPr="004256F7">
                    <w:rPr>
                      <w:b/>
                    </w:rPr>
                    <w:t>h</w:t>
                  </w:r>
                  <w:r>
                    <w:rPr>
                      <w:b/>
                    </w:rPr>
                    <w:t>30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2" type="#_x0000_t202" style="position:absolute;margin-left:187pt;margin-top:92.7pt;width:47.25pt;height:17.7pt;z-index:251654144">
            <v:textbox>
              <w:txbxContent>
                <w:p w:rsidR="00681C49" w:rsidRPr="004256F7" w:rsidRDefault="00681C49" w:rsidP="004256F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8h30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3" type="#_x0000_t202" style="position:absolute;margin-left:61.5pt;margin-top:93pt;width:47.25pt;height:17.55pt;z-index:251653120">
            <v:textbox>
              <w:txbxContent>
                <w:p w:rsidR="00681C49" w:rsidRPr="004256F7" w:rsidRDefault="00681C49" w:rsidP="004256F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8h15</w:t>
                  </w:r>
                </w:p>
              </w:txbxContent>
            </v:textbox>
          </v:shape>
        </w:pict>
      </w:r>
      <w:r w:rsidRPr="00E74216">
        <w:rPr>
          <w:noProof/>
          <w:lang w:eastAsia="fr-FR"/>
        </w:rPr>
        <w:pict>
          <v:shape id="Image 10" o:spid="_x0000_i1033" type="#_x0000_t75" alt="accionescotidianas(10).tif" style="width:106.5pt;height:111pt;visibility:visible">
            <v:imagedata r:id="rId13" o:title=""/>
          </v:shape>
        </w:pict>
      </w:r>
      <w:r>
        <w:t xml:space="preserve">    </w:t>
      </w:r>
      <w:r w:rsidRPr="00E74216">
        <w:rPr>
          <w:noProof/>
          <w:lang w:eastAsia="fr-FR"/>
        </w:rPr>
        <w:pict>
          <v:shape id="Image 11" o:spid="_x0000_i1034" type="#_x0000_t75" alt="accionescotidianas(11).tif" style="width:118.5pt;height:111.75pt;visibility:visible">
            <v:imagedata r:id="rId14" o:title=""/>
          </v:shape>
        </w:pict>
      </w:r>
      <w:r>
        <w:t xml:space="preserve">     </w:t>
      </w:r>
      <w:r w:rsidRPr="00E74216">
        <w:rPr>
          <w:noProof/>
          <w:lang w:eastAsia="fr-FR"/>
        </w:rPr>
        <w:pict>
          <v:shape id="Image 12" o:spid="_x0000_i1035" type="#_x0000_t75" alt="accionescotidianas(17).tif" style="width:114.75pt;height:111.75pt;visibility:visible">
            <v:imagedata r:id="rId15" o:title=""/>
          </v:shape>
        </w:pict>
      </w:r>
      <w:r>
        <w:t xml:space="preserve">           </w:t>
      </w:r>
      <w:r w:rsidRPr="00E74216">
        <w:rPr>
          <w:noProof/>
          <w:lang w:eastAsia="fr-FR"/>
        </w:rPr>
        <w:pict>
          <v:shape id="Image 14" o:spid="_x0000_i1036" type="#_x0000_t75" alt="accionescotidianas(13).tif" style="width:106.5pt;height:111pt;visibility:visible">
            <v:imagedata r:id="rId16" o:title=""/>
          </v:shape>
        </w:pict>
      </w:r>
    </w:p>
    <w:p w:rsidR="00681C49" w:rsidRDefault="00681C49">
      <w:r>
        <w:t>……………………………………       ………………………………………..     ……………………………………….       ………………………………………..</w:t>
      </w:r>
    </w:p>
    <w:p w:rsidR="00681C49" w:rsidRDefault="00681C49">
      <w:r>
        <w:rPr>
          <w:noProof/>
          <w:lang w:eastAsia="fr-FR"/>
        </w:rPr>
        <w:pict>
          <v:shape id="_x0000_s1034" type="#_x0000_t202" style="position:absolute;margin-left:451pt;margin-top:87.15pt;width:47.25pt;height:21.3pt;z-index:251663360">
            <v:textbox>
              <w:txbxContent>
                <w:p w:rsidR="00681C49" w:rsidRPr="004256F7" w:rsidRDefault="00681C49" w:rsidP="000B445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22h45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5" type="#_x0000_t202" style="position:absolute;margin-left:313.5pt;margin-top:87.15pt;width:47.25pt;height:21.3pt;z-index:251662336">
            <v:textbox>
              <w:txbxContent>
                <w:p w:rsidR="00681C49" w:rsidRPr="004256F7" w:rsidRDefault="00681C49" w:rsidP="000B445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21h30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6" type="#_x0000_t202" style="position:absolute;margin-left:181.5pt;margin-top:87.15pt;width:51.75pt;height:21.6pt;z-index:251661312">
            <v:textbox>
              <w:txbxContent>
                <w:p w:rsidR="00681C49" w:rsidRPr="004256F7" w:rsidRDefault="00681C49" w:rsidP="000B445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17h30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7" type="#_x0000_t202" style="position:absolute;margin-left:61.5pt;margin-top:93.8pt;width:47.25pt;height:21.3pt;z-index:251660288">
            <v:textbox>
              <w:txbxContent>
                <w:p w:rsidR="00681C49" w:rsidRPr="004256F7" w:rsidRDefault="00681C49" w:rsidP="000B445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16h</w:t>
                  </w:r>
                </w:p>
              </w:txbxContent>
            </v:textbox>
          </v:shape>
        </w:pict>
      </w:r>
      <w:r w:rsidRPr="00E74216">
        <w:rPr>
          <w:noProof/>
          <w:lang w:eastAsia="fr-FR"/>
        </w:rPr>
        <w:pict>
          <v:shape id="Image 23" o:spid="_x0000_i1037" type="#_x0000_t75" alt="accionescotidianas(18).tif" style="width:107.25pt;height:111.75pt;visibility:visible">
            <v:imagedata r:id="rId17" o:title=""/>
          </v:shape>
        </w:pict>
      </w:r>
      <w:r>
        <w:t xml:space="preserve">     </w:t>
      </w:r>
      <w:r w:rsidRPr="00E74216">
        <w:rPr>
          <w:noProof/>
          <w:lang w:eastAsia="fr-FR"/>
        </w:rPr>
        <w:pict>
          <v:shape id="Image 16" o:spid="_x0000_i1038" type="#_x0000_t75" alt="accionescotidianas(16).tif" style="width:114pt;height:111.75pt;visibility:visible">
            <v:imagedata r:id="rId18" o:title=""/>
          </v:shape>
        </w:pict>
      </w:r>
      <w:r>
        <w:t xml:space="preserve">     </w:t>
      </w:r>
      <w:r w:rsidRPr="00E74216">
        <w:rPr>
          <w:noProof/>
          <w:lang w:eastAsia="fr-FR"/>
        </w:rPr>
        <w:pict>
          <v:shape id="Image 17" o:spid="_x0000_i1039" type="#_x0000_t75" alt="accionescotidianas(17).tif" style="width:114.75pt;height:111.75pt;visibility:visible">
            <v:imagedata r:id="rId15" o:title=""/>
          </v:shape>
        </w:pict>
      </w:r>
      <w:r>
        <w:t xml:space="preserve">         </w:t>
      </w:r>
      <w:r w:rsidRPr="00E74216">
        <w:rPr>
          <w:noProof/>
          <w:lang w:eastAsia="fr-FR"/>
        </w:rPr>
        <w:pict>
          <v:shape id="Image 18" o:spid="_x0000_i1040" type="#_x0000_t75" alt="accionescotidianas(21).tif" style="width:114.75pt;height:111.75pt;visibility:visible">
            <v:imagedata r:id="rId19" o:title=""/>
          </v:shape>
        </w:pict>
      </w:r>
    </w:p>
    <w:p w:rsidR="00681C49" w:rsidRDefault="00681C49" w:rsidP="000B4453">
      <w:r>
        <w:t xml:space="preserve">……………………………………       ………………………………………      ……………………………………….           ………………………………………                                                               </w:t>
      </w:r>
    </w:p>
    <w:p w:rsidR="00681C49" w:rsidRDefault="00681C49"/>
    <w:sectPr w:rsidR="00681C49" w:rsidSect="003F1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F46"/>
    <w:multiLevelType w:val="hybridMultilevel"/>
    <w:tmpl w:val="40380CAA"/>
    <w:lvl w:ilvl="0" w:tplc="6BDC6F8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849"/>
    <w:rsid w:val="000A4347"/>
    <w:rsid w:val="000B4453"/>
    <w:rsid w:val="003F1849"/>
    <w:rsid w:val="004256F7"/>
    <w:rsid w:val="00627FAD"/>
    <w:rsid w:val="00631009"/>
    <w:rsid w:val="00667AD7"/>
    <w:rsid w:val="00681C49"/>
    <w:rsid w:val="008A79E3"/>
    <w:rsid w:val="00B5019F"/>
    <w:rsid w:val="00C1329F"/>
    <w:rsid w:val="00E7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34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ntextentry1">
    <w:name w:val="contextentry1"/>
    <w:basedOn w:val="DefaultParagraphFont"/>
    <w:uiPriority w:val="99"/>
    <w:rsid w:val="003F184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F1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18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B44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1</Pages>
  <Words>134</Words>
  <Characters>740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chevrols</cp:lastModifiedBy>
  <cp:revision>4</cp:revision>
  <dcterms:created xsi:type="dcterms:W3CDTF">2011-10-01T14:21:00Z</dcterms:created>
  <dcterms:modified xsi:type="dcterms:W3CDTF">2011-10-03T15:08:00Z</dcterms:modified>
</cp:coreProperties>
</file>